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C93B52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93B52">
            <w:pPr>
              <w:pStyle w:val="CUSTOMHeaderText"/>
            </w:pPr>
          </w:p>
        </w:tc>
      </w:tr>
      <w:tr w:rsidR="00575A29" w:rsidTr="007664DB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C93B52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43447A">
            <w:pPr>
              <w:pStyle w:val="CUSTOMHeaderText"/>
            </w:pPr>
          </w:p>
        </w:tc>
      </w:tr>
      <w:tr w:rsidR="00575A29" w:rsidTr="007664DB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C93B5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Pr="00734451" w:rsidRDefault="00C2519D" w:rsidP="002A3DFD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2605424</wp:posOffset>
                      </wp:positionH>
                      <wp:positionV relativeFrom="paragraph">
                        <wp:posOffset>62334</wp:posOffset>
                      </wp:positionV>
                      <wp:extent cx="860216" cy="832514"/>
                      <wp:effectExtent l="0" t="0" r="16510" b="24765"/>
                      <wp:wrapNone/>
                      <wp:docPr id="150" name="Oval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0216" cy="8325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50" o:spid="_x0000_s1026" style="position:absolute;margin-left:205.15pt;margin-top:4.9pt;width:67.75pt;height:65.5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" fillcolor="white [3212]" strokecolor="white [3212]" strokeweight="1pt">
                      <v:stroke joinstyle="miter"/>
                    </v:oval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4F221D68">
                      <wp:simplePos x="0" y="0"/>
                      <wp:positionH relativeFrom="page">
                        <wp:posOffset>2540</wp:posOffset>
                      </wp:positionH>
                      <wp:positionV relativeFrom="page">
                        <wp:posOffset>215900</wp:posOffset>
                      </wp:positionV>
                      <wp:extent cx="1964690" cy="361950"/>
                      <wp:effectExtent l="0" t="0" r="16510" b="0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519D" w:rsidRPr="002A76FD" w:rsidRDefault="00C2519D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overlying bowel gas. </w:t>
                                  </w:r>
                                </w:p>
                                <w:p w:rsidR="00C2519D" w:rsidRPr="00FA7ABC" w:rsidRDefault="00C2519D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2pt;margin-top:17pt;width:154.7pt;height:28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" filled="f" stroked="f" strokeweight=".5pt">
                      <v:textbox inset="0,0,0,0">
                        <w:txbxContent>
                          <w:p w:rsidR="00C2519D" w:rsidRPr="002A76FD" w:rsidRDefault="00C2519D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overlying bowel gas. </w:t>
                            </w:r>
                          </w:p>
                          <w:p w:rsidR="00C2519D" w:rsidRPr="00FA7ABC" w:rsidRDefault="00C2519D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F221D69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271520"/>
                      <wp:effectExtent l="0" t="0" r="17780" b="6985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519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3D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Not visualised</w:t>
                                  </w:r>
                                </w:p>
                                <w:p w:rsidR="00C2519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</w:t>
                                  </w:r>
                                  <w:r w:rsidRPr="00F5562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ab/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Diffusely calcified arteries 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 to the mid-calf with biphasic waveforms, artery occluded with no colour Doppler signal. </w:t>
                                  </w: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Acoustic shadowing therefore segmentally observed however, Tri-biphasic were sampled. 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 not well visualised however distally, small diameter with no colour or Doppler signal suggestive of occlusion.  </w:t>
                                  </w:r>
                                </w:p>
                                <w:p w:rsidR="00C2519D" w:rsidRPr="002A76FD" w:rsidRDefault="00C2519D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2519D" w:rsidRPr="002A76FD" w:rsidRDefault="00C2519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9+duAIAAMI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" filled="f" stroked="f" strokeweight=".5pt">
                      <v:textbox style="mso-fit-shape-to-text:t" inset="0,0,0,0">
                        <w:txbxContent>
                          <w:p w:rsidR="00C2519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3D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highlight w:val="yellow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Not visualised</w:t>
                            </w:r>
                          </w:p>
                          <w:p w:rsidR="00C2519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</w:t>
                            </w:r>
                            <w:r w:rsidRPr="00F5562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ab/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Diffusely calcified arteries 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 to the mid-calf with biphasic waveforms, artery occluded with no colour Doppler signal. </w:t>
                            </w: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Acoustic shadowing therefore segmentally observed however, Tri-biphasic were sampled. 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</w:t>
                            </w:r>
                            <w:proofErr w:type="gramStart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 not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well visualised however distally, small diameter with no colour or Doppler signal suggestive of occlusion.  </w:t>
                            </w:r>
                          </w:p>
                          <w:p w:rsidR="00C2519D" w:rsidRPr="002A76FD" w:rsidRDefault="00C2519D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2519D" w:rsidRPr="002A76FD" w:rsidRDefault="00C2519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C2519D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4D809A5A" wp14:editId="59AE3B92">
                      <wp:simplePos x="0" y="0"/>
                      <wp:positionH relativeFrom="column">
                        <wp:posOffset>3270305</wp:posOffset>
                      </wp:positionH>
                      <wp:positionV relativeFrom="paragraph">
                        <wp:posOffset>265916</wp:posOffset>
                      </wp:positionV>
                      <wp:extent cx="34399" cy="374650"/>
                      <wp:effectExtent l="0" t="0" r="22860" b="25400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99" cy="374650"/>
                              </a:xfrm>
                              <a:custGeom>
                                <a:avLst/>
                                <a:gdLst>
                                  <a:gd name="connsiteX0" fmla="*/ 17253 w 62804"/>
                                  <a:gd name="connsiteY0" fmla="*/ 0 h 362309"/>
                                  <a:gd name="connsiteX1" fmla="*/ 60385 w 62804"/>
                                  <a:gd name="connsiteY1" fmla="*/ 25879 h 362309"/>
                                  <a:gd name="connsiteX2" fmla="*/ 25880 w 62804"/>
                                  <a:gd name="connsiteY2" fmla="*/ 69011 h 362309"/>
                                  <a:gd name="connsiteX3" fmla="*/ 34506 w 62804"/>
                                  <a:gd name="connsiteY3" fmla="*/ 103517 h 362309"/>
                                  <a:gd name="connsiteX4" fmla="*/ 17253 w 62804"/>
                                  <a:gd name="connsiteY4" fmla="*/ 155276 h 362309"/>
                                  <a:gd name="connsiteX5" fmla="*/ 25880 w 62804"/>
                                  <a:gd name="connsiteY5" fmla="*/ 181155 h 362309"/>
                                  <a:gd name="connsiteX6" fmla="*/ 8627 w 62804"/>
                                  <a:gd name="connsiteY6" fmla="*/ 336430 h 362309"/>
                                  <a:gd name="connsiteX7" fmla="*/ 0 w 62804"/>
                                  <a:gd name="connsiteY7" fmla="*/ 353683 h 362309"/>
                                  <a:gd name="connsiteX0" fmla="*/ 768 w 60746"/>
                                  <a:gd name="connsiteY0" fmla="*/ 0 h 374733"/>
                                  <a:gd name="connsiteX1" fmla="*/ 60385 w 60746"/>
                                  <a:gd name="connsiteY1" fmla="*/ 38303 h 374733"/>
                                  <a:gd name="connsiteX2" fmla="*/ 25880 w 60746"/>
                                  <a:gd name="connsiteY2" fmla="*/ 81435 h 374733"/>
                                  <a:gd name="connsiteX3" fmla="*/ 34506 w 60746"/>
                                  <a:gd name="connsiteY3" fmla="*/ 115941 h 374733"/>
                                  <a:gd name="connsiteX4" fmla="*/ 17253 w 60746"/>
                                  <a:gd name="connsiteY4" fmla="*/ 167700 h 374733"/>
                                  <a:gd name="connsiteX5" fmla="*/ 25880 w 60746"/>
                                  <a:gd name="connsiteY5" fmla="*/ 193579 h 374733"/>
                                  <a:gd name="connsiteX6" fmla="*/ 8627 w 60746"/>
                                  <a:gd name="connsiteY6" fmla="*/ 348854 h 374733"/>
                                  <a:gd name="connsiteX7" fmla="*/ 0 w 60746"/>
                                  <a:gd name="connsiteY7" fmla="*/ 366107 h 374733"/>
                                  <a:gd name="connsiteX0" fmla="*/ 768 w 34639"/>
                                  <a:gd name="connsiteY0" fmla="*/ 0 h 374733"/>
                                  <a:gd name="connsiteX1" fmla="*/ 19920 w 34639"/>
                                  <a:gd name="connsiteY1" fmla="*/ 54857 h 374733"/>
                                  <a:gd name="connsiteX2" fmla="*/ 25880 w 34639"/>
                                  <a:gd name="connsiteY2" fmla="*/ 81435 h 374733"/>
                                  <a:gd name="connsiteX3" fmla="*/ 34506 w 34639"/>
                                  <a:gd name="connsiteY3" fmla="*/ 115941 h 374733"/>
                                  <a:gd name="connsiteX4" fmla="*/ 17253 w 34639"/>
                                  <a:gd name="connsiteY4" fmla="*/ 167700 h 374733"/>
                                  <a:gd name="connsiteX5" fmla="*/ 25880 w 34639"/>
                                  <a:gd name="connsiteY5" fmla="*/ 193579 h 374733"/>
                                  <a:gd name="connsiteX6" fmla="*/ 8627 w 34639"/>
                                  <a:gd name="connsiteY6" fmla="*/ 348854 h 374733"/>
                                  <a:gd name="connsiteX7" fmla="*/ 0 w 34639"/>
                                  <a:gd name="connsiteY7" fmla="*/ 366107 h 3747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4639" h="374733">
                                    <a:moveTo>
                                      <a:pt x="768" y="0"/>
                                    </a:moveTo>
                                    <a:cubicBezTo>
                                      <a:pt x="15145" y="8626"/>
                                      <a:pt x="15735" y="41284"/>
                                      <a:pt x="19920" y="54857"/>
                                    </a:cubicBezTo>
                                    <a:cubicBezTo>
                                      <a:pt x="24105" y="68430"/>
                                      <a:pt x="31135" y="77932"/>
                                      <a:pt x="25880" y="81435"/>
                                    </a:cubicBezTo>
                                    <a:cubicBezTo>
                                      <a:pt x="28755" y="92937"/>
                                      <a:pt x="35686" y="104144"/>
                                      <a:pt x="34506" y="115941"/>
                                    </a:cubicBezTo>
                                    <a:cubicBezTo>
                                      <a:pt x="32696" y="134037"/>
                                      <a:pt x="17253" y="167700"/>
                                      <a:pt x="17253" y="167700"/>
                                    </a:cubicBezTo>
                                    <a:cubicBezTo>
                                      <a:pt x="20129" y="176326"/>
                                      <a:pt x="25880" y="184486"/>
                                      <a:pt x="25880" y="193579"/>
                                    </a:cubicBezTo>
                                    <a:cubicBezTo>
                                      <a:pt x="25880" y="304351"/>
                                      <a:pt x="28980" y="287791"/>
                                      <a:pt x="8627" y="348854"/>
                                    </a:cubicBezTo>
                                    <a:cubicBezTo>
                                      <a:pt x="19286" y="380833"/>
                                      <a:pt x="25386" y="378799"/>
                                      <a:pt x="0" y="366107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C2519D" w:rsidRDefault="00C2519D" w:rsidP="007664D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2" o:spid="_x0000_s1028" style="position:absolute;margin-left:257.5pt;margin-top:20.95pt;width:2.7pt;height:29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639,37473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" adj="-11796480,,5400" path="m768,c15145,8626,15735,41284,19920,54857v4185,13573,11215,23075,5960,26578c28755,92937,35686,104144,34506,115941v-1810,18096,-17253,51759,-17253,51759c20129,176326,25880,184486,25880,193579v,110772,3100,94212,-17253,155275c19286,380833,25386,378799,,366107e" filled="f" strokecolor="#7f7f7f [1612]" strokeweight="2pt">
                      <v:stroke joinstyle="miter"/>
                      <v:formulas/>
                      <v:path arrowok="t" o:connecttype="custom" o:connectlocs="763,0;19782,54845;25701,81417;34267,115915;17133,167663;25701,193536;8567,348777;0,366026" o:connectangles="0,0,0,0,0,0,0,0" textboxrect="0,0,34639,374733"/>
                      <v:textbox>
                        <w:txbxContent>
                          <w:p w:rsidR="00C2519D" w:rsidRDefault="00C2519D" w:rsidP="007664D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4451" w:rsidRPr="00734451" w:rsidRDefault="007664DB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2BE2267" wp14:editId="133A94A6">
                      <wp:simplePos x="0" y="0"/>
                      <wp:positionH relativeFrom="column">
                        <wp:posOffset>3427541</wp:posOffset>
                      </wp:positionH>
                      <wp:positionV relativeFrom="paragraph">
                        <wp:posOffset>1605</wp:posOffset>
                      </wp:positionV>
                      <wp:extent cx="34731" cy="372751"/>
                      <wp:effectExtent l="0" t="0" r="22860" b="27305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731" cy="372751"/>
                              </a:xfrm>
                              <a:custGeom>
                                <a:avLst/>
                                <a:gdLst>
                                  <a:gd name="connsiteX0" fmla="*/ 8851 w 34731"/>
                                  <a:gd name="connsiteY0" fmla="*/ 0 h 372751"/>
                                  <a:gd name="connsiteX1" fmla="*/ 17478 w 34731"/>
                                  <a:gd name="connsiteY1" fmla="*/ 310551 h 372751"/>
                                  <a:gd name="connsiteX2" fmla="*/ 34731 w 34731"/>
                                  <a:gd name="connsiteY2" fmla="*/ 362310 h 372751"/>
                                  <a:gd name="connsiteX3" fmla="*/ 8851 w 34731"/>
                                  <a:gd name="connsiteY3" fmla="*/ 362310 h 37275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731" h="372751">
                                    <a:moveTo>
                                      <a:pt x="8851" y="0"/>
                                    </a:moveTo>
                                    <a:cubicBezTo>
                                      <a:pt x="-1186" y="150568"/>
                                      <a:pt x="-7555" y="141583"/>
                                      <a:pt x="17478" y="310551"/>
                                    </a:cubicBezTo>
                                    <a:cubicBezTo>
                                      <a:pt x="20143" y="328541"/>
                                      <a:pt x="34731" y="362310"/>
                                      <a:pt x="34731" y="362310"/>
                                    </a:cubicBezTo>
                                    <a:cubicBezTo>
                                      <a:pt x="6123" y="371845"/>
                                      <a:pt x="8851" y="380029"/>
                                      <a:pt x="8851" y="362310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3" o:spid="_x0000_s1026" style="position:absolute;margin-left:269.9pt;margin-top:.15pt;width:2.75pt;height:29.3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731,372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" path="m8851,c-1186,150568,-7555,141583,17478,310551v2665,17990,17253,51759,17253,51759c6123,371845,8851,380029,8851,362310e" filled="f" strokecolor="#7f7f7f [1612]" strokeweight="2pt">
                      <v:stroke joinstyle="miter"/>
                      <v:path arrowok="t" o:connecttype="custom" o:connectlocs="8851,0;17478,310551;34731,362310;8851,362310" o:connectangles="0,0,0,0"/>
                    </v:shape>
                  </w:pict>
                </mc:Fallback>
              </mc:AlternateContent>
            </w:r>
          </w:p>
          <w:p w:rsidR="00734451" w:rsidRPr="00734451" w:rsidRDefault="007664DB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CE45282" wp14:editId="7E3E1565">
                      <wp:simplePos x="0" y="0"/>
                      <wp:positionH relativeFrom="column">
                        <wp:posOffset>3376007</wp:posOffset>
                      </wp:positionH>
                      <wp:positionV relativeFrom="paragraph">
                        <wp:posOffset>155803</wp:posOffset>
                      </wp:positionV>
                      <wp:extent cx="51759" cy="433176"/>
                      <wp:effectExtent l="19050" t="0" r="24765" b="2413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1759" cy="433176"/>
                              </a:xfrm>
                              <a:custGeom>
                                <a:avLst/>
                                <a:gdLst>
                                  <a:gd name="connsiteX0" fmla="*/ 51759 w 51759"/>
                                  <a:gd name="connsiteY0" fmla="*/ 0 h 433176"/>
                                  <a:gd name="connsiteX1" fmla="*/ 34506 w 51759"/>
                                  <a:gd name="connsiteY1" fmla="*/ 43132 h 433176"/>
                                  <a:gd name="connsiteX2" fmla="*/ 25880 w 51759"/>
                                  <a:gd name="connsiteY2" fmla="*/ 77637 h 433176"/>
                                  <a:gd name="connsiteX3" fmla="*/ 17253 w 51759"/>
                                  <a:gd name="connsiteY3" fmla="*/ 103517 h 433176"/>
                                  <a:gd name="connsiteX4" fmla="*/ 25880 w 51759"/>
                                  <a:gd name="connsiteY4" fmla="*/ 138022 h 433176"/>
                                  <a:gd name="connsiteX5" fmla="*/ 34506 w 51759"/>
                                  <a:gd name="connsiteY5" fmla="*/ 163902 h 433176"/>
                                  <a:gd name="connsiteX6" fmla="*/ 25880 w 51759"/>
                                  <a:gd name="connsiteY6" fmla="*/ 215660 h 433176"/>
                                  <a:gd name="connsiteX7" fmla="*/ 8627 w 51759"/>
                                  <a:gd name="connsiteY7" fmla="*/ 267419 h 433176"/>
                                  <a:gd name="connsiteX8" fmla="*/ 0 w 51759"/>
                                  <a:gd name="connsiteY8" fmla="*/ 293298 h 433176"/>
                                  <a:gd name="connsiteX9" fmla="*/ 0 w 51759"/>
                                  <a:gd name="connsiteY9" fmla="*/ 431320 h 433176"/>
                                  <a:gd name="connsiteX10" fmla="*/ 8627 w 51759"/>
                                  <a:gd name="connsiteY10" fmla="*/ 405441 h 433176"/>
                                  <a:gd name="connsiteX11" fmla="*/ 25880 w 51759"/>
                                  <a:gd name="connsiteY11" fmla="*/ 379562 h 433176"/>
                                  <a:gd name="connsiteX12" fmla="*/ 34506 w 51759"/>
                                  <a:gd name="connsiteY12" fmla="*/ 77637 h 433176"/>
                                  <a:gd name="connsiteX13" fmla="*/ 51759 w 51759"/>
                                  <a:gd name="connsiteY13" fmla="*/ 0 h 433176"/>
                                  <a:gd name="connsiteX14" fmla="*/ 51759 w 51759"/>
                                  <a:gd name="connsiteY14" fmla="*/ 0 h 4331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1759" h="433176">
                                    <a:moveTo>
                                      <a:pt x="51759" y="0"/>
                                    </a:moveTo>
                                    <a:cubicBezTo>
                                      <a:pt x="48883" y="7189"/>
                                      <a:pt x="39403" y="28442"/>
                                      <a:pt x="34506" y="43132"/>
                                    </a:cubicBezTo>
                                    <a:cubicBezTo>
                                      <a:pt x="30757" y="54379"/>
                                      <a:pt x="29137" y="66238"/>
                                      <a:pt x="25880" y="77637"/>
                                    </a:cubicBezTo>
                                    <a:cubicBezTo>
                                      <a:pt x="23382" y="86380"/>
                                      <a:pt x="20129" y="94890"/>
                                      <a:pt x="17253" y="103517"/>
                                    </a:cubicBezTo>
                                    <a:cubicBezTo>
                                      <a:pt x="20129" y="115019"/>
                                      <a:pt x="22623" y="126622"/>
                                      <a:pt x="25880" y="138022"/>
                                    </a:cubicBezTo>
                                    <a:cubicBezTo>
                                      <a:pt x="28378" y="146765"/>
                                      <a:pt x="34506" y="154809"/>
                                      <a:pt x="34506" y="163902"/>
                                    </a:cubicBezTo>
                                    <a:cubicBezTo>
                                      <a:pt x="34506" y="181393"/>
                                      <a:pt x="30122" y="198692"/>
                                      <a:pt x="25880" y="215660"/>
                                    </a:cubicBezTo>
                                    <a:cubicBezTo>
                                      <a:pt x="21469" y="233303"/>
                                      <a:pt x="14378" y="250166"/>
                                      <a:pt x="8627" y="267419"/>
                                    </a:cubicBezTo>
                                    <a:lnTo>
                                      <a:pt x="0" y="293298"/>
                                    </a:lnTo>
                                    <a:cubicBezTo>
                                      <a:pt x="22745" y="361528"/>
                                      <a:pt x="0" y="282140"/>
                                      <a:pt x="0" y="431320"/>
                                    </a:cubicBezTo>
                                    <a:cubicBezTo>
                                      <a:pt x="0" y="440413"/>
                                      <a:pt x="4560" y="413574"/>
                                      <a:pt x="8627" y="405441"/>
                                    </a:cubicBezTo>
                                    <a:cubicBezTo>
                                      <a:pt x="13264" y="396168"/>
                                      <a:pt x="20129" y="388188"/>
                                      <a:pt x="25880" y="379562"/>
                                    </a:cubicBezTo>
                                    <a:cubicBezTo>
                                      <a:pt x="28755" y="278920"/>
                                      <a:pt x="29478" y="178194"/>
                                      <a:pt x="34506" y="77637"/>
                                    </a:cubicBezTo>
                                    <a:cubicBezTo>
                                      <a:pt x="35876" y="50244"/>
                                      <a:pt x="47325" y="26603"/>
                                      <a:pt x="51759" y="0"/>
                                    </a:cubicBezTo>
                                    <a:lnTo>
                                      <a:pt x="51759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4" o:spid="_x0000_s1026" style="position:absolute;margin-left:265.85pt;margin-top:12.25pt;width:4.1pt;height:34.1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1759,433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" path="m51759,c48883,7189,39403,28442,34506,43132,30757,54379,29137,66238,25880,77637v-2498,8743,-5751,17253,-8627,25880c20129,115019,22623,126622,25880,138022v2498,8743,8626,16787,8626,25880c34506,181393,30122,198692,25880,215660,21469,233303,14378,250166,8627,267419l,293298v22745,68230,,-11158,,138022c,440413,4560,413574,8627,405441v4637,-9273,11502,-17253,17253,-25879c28755,278920,29478,178194,34506,77637,35876,50244,47325,26603,51759,r,xe" filled="f" strokecolor="#7f7f7f [1612]" strokeweight="1.75pt">
                      <v:stroke joinstyle="miter"/>
                      <v:path arrowok="t" o:connecttype="custom" o:connectlocs="51759,0;34506,43132;25880,77637;17253,103517;25880,138022;34506,163902;25880,215660;8627,267419;0,293298;0,431320;8627,405441;25880,379562;34506,77637;51759,0;51759,0" o:connectangles="0,0,0,0,0,0,0,0,0,0,0,0,0,0,0"/>
                    </v:shape>
                  </w:pict>
                </mc:Fallback>
              </mc:AlternateContent>
            </w:r>
            <w:r w:rsidR="0043447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9FC8107" wp14:editId="36EE92E7">
                      <wp:simplePos x="0" y="0"/>
                      <wp:positionH relativeFrom="column">
                        <wp:posOffset>2918039</wp:posOffset>
                      </wp:positionH>
                      <wp:positionV relativeFrom="paragraph">
                        <wp:posOffset>53994</wp:posOffset>
                      </wp:positionV>
                      <wp:extent cx="371475" cy="3667125"/>
                      <wp:effectExtent l="0" t="0" r="28575" b="28575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1475" cy="3667125"/>
                              </a:xfrm>
                              <a:custGeom>
                                <a:avLst/>
                                <a:gdLst>
                                  <a:gd name="connsiteX0" fmla="*/ 371475 w 371475"/>
                                  <a:gd name="connsiteY0" fmla="*/ 0 h 3667125"/>
                                  <a:gd name="connsiteX1" fmla="*/ 33337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190500 w 371475"/>
                                  <a:gd name="connsiteY3" fmla="*/ 1495425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23825 w 371475"/>
                                  <a:gd name="connsiteY6" fmla="*/ 2628900 h 3667125"/>
                                  <a:gd name="connsiteX7" fmla="*/ 180975 w 371475"/>
                                  <a:gd name="connsiteY7" fmla="*/ 3124200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3337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190500 w 371475"/>
                                  <a:gd name="connsiteY3" fmla="*/ 1495425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80975 w 371475"/>
                                  <a:gd name="connsiteY7" fmla="*/ 3124200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3337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217660 w 371475"/>
                                  <a:gd name="connsiteY3" fmla="*/ 1531639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80975 w 371475"/>
                                  <a:gd name="connsiteY7" fmla="*/ 3124200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4695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217660 w 371475"/>
                                  <a:gd name="connsiteY3" fmla="*/ 1531639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80975 w 371475"/>
                                  <a:gd name="connsiteY7" fmla="*/ 3124200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4695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217660 w 371475"/>
                                  <a:gd name="connsiteY3" fmla="*/ 1531639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67395 w 371475"/>
                                  <a:gd name="connsiteY7" fmla="*/ 3011032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4695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217660 w 371475"/>
                                  <a:gd name="connsiteY3" fmla="*/ 1531639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49288 w 371475"/>
                                  <a:gd name="connsiteY7" fmla="*/ 3377697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  <a:gd name="connsiteX0" fmla="*/ 371475 w 371475"/>
                                  <a:gd name="connsiteY0" fmla="*/ 0 h 3667125"/>
                                  <a:gd name="connsiteX1" fmla="*/ 346955 w 371475"/>
                                  <a:gd name="connsiteY1" fmla="*/ 581025 h 3667125"/>
                                  <a:gd name="connsiteX2" fmla="*/ 247650 w 371475"/>
                                  <a:gd name="connsiteY2" fmla="*/ 1181100 h 3667125"/>
                                  <a:gd name="connsiteX3" fmla="*/ 217660 w 371475"/>
                                  <a:gd name="connsiteY3" fmla="*/ 1531639 h 3667125"/>
                                  <a:gd name="connsiteX4" fmla="*/ 219075 w 371475"/>
                                  <a:gd name="connsiteY4" fmla="*/ 1885950 h 3667125"/>
                                  <a:gd name="connsiteX5" fmla="*/ 180975 w 371475"/>
                                  <a:gd name="connsiteY5" fmla="*/ 2286000 h 3667125"/>
                                  <a:gd name="connsiteX6" fmla="*/ 160038 w 371475"/>
                                  <a:gd name="connsiteY6" fmla="*/ 2647007 h 3667125"/>
                                  <a:gd name="connsiteX7" fmla="*/ 149288 w 371475"/>
                                  <a:gd name="connsiteY7" fmla="*/ 3377697 h 3667125"/>
                                  <a:gd name="connsiteX8" fmla="*/ 76200 w 371475"/>
                                  <a:gd name="connsiteY8" fmla="*/ 3562350 h 3667125"/>
                                  <a:gd name="connsiteX9" fmla="*/ 0 w 371475"/>
                                  <a:gd name="connsiteY9" fmla="*/ 3667125 h 36671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371475" h="3667125">
                                    <a:moveTo>
                                      <a:pt x="371475" y="0"/>
                                    </a:moveTo>
                                    <a:cubicBezTo>
                                      <a:pt x="362743" y="192087"/>
                                      <a:pt x="367592" y="384175"/>
                                      <a:pt x="346955" y="581025"/>
                                    </a:cubicBezTo>
                                    <a:cubicBezTo>
                                      <a:pt x="326318" y="777875"/>
                                      <a:pt x="269199" y="1022664"/>
                                      <a:pt x="247650" y="1181100"/>
                                    </a:cubicBezTo>
                                    <a:cubicBezTo>
                                      <a:pt x="226101" y="1339536"/>
                                      <a:pt x="222422" y="1414164"/>
                                      <a:pt x="217660" y="1531639"/>
                                    </a:cubicBezTo>
                                    <a:cubicBezTo>
                                      <a:pt x="212898" y="1649114"/>
                                      <a:pt x="225189" y="1760223"/>
                                      <a:pt x="219075" y="1885950"/>
                                    </a:cubicBezTo>
                                    <a:cubicBezTo>
                                      <a:pt x="212961" y="2011677"/>
                                      <a:pt x="190815" y="2159157"/>
                                      <a:pt x="180975" y="2286000"/>
                                    </a:cubicBezTo>
                                    <a:cubicBezTo>
                                      <a:pt x="171136" y="2412843"/>
                                      <a:pt x="165319" y="2465058"/>
                                      <a:pt x="160038" y="2647007"/>
                                    </a:cubicBezTo>
                                    <a:cubicBezTo>
                                      <a:pt x="154757" y="2828957"/>
                                      <a:pt x="204001" y="3243247"/>
                                      <a:pt x="149288" y="3377697"/>
                                    </a:cubicBezTo>
                                    <a:cubicBezTo>
                                      <a:pt x="94575" y="3512147"/>
                                      <a:pt x="101081" y="3514112"/>
                                      <a:pt x="76200" y="3562350"/>
                                    </a:cubicBezTo>
                                    <a:cubicBezTo>
                                      <a:pt x="51319" y="3610588"/>
                                      <a:pt x="23019" y="3659981"/>
                                      <a:pt x="0" y="3667125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229.75pt;margin-top:4.25pt;width:29.25pt;height:288.7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1475,3667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" path="m371475,v-8732,192087,-3883,384175,-24520,581025c326318,777875,269199,1022664,247650,1181100v-21549,158436,-25228,233064,-29990,350539c212898,1649114,225189,1760223,219075,1885950v-6114,125727,-28260,273207,-38100,400050c171136,2412843,165319,2465058,160038,2647007v-5281,181950,43963,596240,-10750,730690c94575,3512147,101081,3514112,76200,3562350,51319,3610588,23019,3659981,,3667125e" filled="f" strokecolor="#7f7f7f [1612]" strokeweight="1.25pt">
                      <v:stroke joinstyle="miter"/>
                      <v:path arrowok="t" o:connecttype="custom" o:connectlocs="371475,0;346955,581025;247650,1181100;217660,1531639;219075,1885950;180975,2286000;160038,2647007;149288,3377697;76200,3562350;0,3667125" o:connectangles="0,0,0,0,0,0,0,0,0,0"/>
                    </v:shape>
                  </w:pict>
                </mc:Fallback>
              </mc:AlternateContent>
            </w:r>
            <w:r w:rsidR="0043447A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0DA165B" wp14:editId="39987B33">
                      <wp:simplePos x="0" y="0"/>
                      <wp:positionH relativeFrom="column">
                        <wp:posOffset>3207073</wp:posOffset>
                      </wp:positionH>
                      <wp:positionV relativeFrom="paragraph">
                        <wp:posOffset>162635</wp:posOffset>
                      </wp:positionV>
                      <wp:extent cx="313038" cy="3413435"/>
                      <wp:effectExtent l="0" t="0" r="11430" b="15875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038" cy="3413435"/>
                              </a:xfrm>
                              <a:custGeom>
                                <a:avLst/>
                                <a:gdLst>
                                  <a:gd name="connsiteX0" fmla="*/ 213433 w 313038"/>
                                  <a:gd name="connsiteY0" fmla="*/ 0 h 3413435"/>
                                  <a:gd name="connsiteX1" fmla="*/ 181746 w 313038"/>
                                  <a:gd name="connsiteY1" fmla="*/ 420987 h 3413435"/>
                                  <a:gd name="connsiteX2" fmla="*/ 100265 w 313038"/>
                                  <a:gd name="connsiteY2" fmla="*/ 787652 h 3413435"/>
                                  <a:gd name="connsiteX3" fmla="*/ 23310 w 313038"/>
                                  <a:gd name="connsiteY3" fmla="*/ 1127157 h 3413435"/>
                                  <a:gd name="connsiteX4" fmla="*/ 677 w 313038"/>
                                  <a:gd name="connsiteY4" fmla="*/ 1570777 h 3413435"/>
                                  <a:gd name="connsiteX5" fmla="*/ 23310 w 313038"/>
                                  <a:gd name="connsiteY5" fmla="*/ 1683945 h 3413435"/>
                                  <a:gd name="connsiteX6" fmla="*/ 177219 w 313038"/>
                                  <a:gd name="connsiteY6" fmla="*/ 1788060 h 3413435"/>
                                  <a:gd name="connsiteX7" fmla="*/ 267754 w 313038"/>
                                  <a:gd name="connsiteY7" fmla="*/ 1928389 h 3413435"/>
                                  <a:gd name="connsiteX8" fmla="*/ 313021 w 313038"/>
                                  <a:gd name="connsiteY8" fmla="*/ 2168305 h 3413435"/>
                                  <a:gd name="connsiteX9" fmla="*/ 263227 w 313038"/>
                                  <a:gd name="connsiteY9" fmla="*/ 2602872 h 3413435"/>
                                  <a:gd name="connsiteX10" fmla="*/ 199853 w 313038"/>
                                  <a:gd name="connsiteY10" fmla="*/ 2792995 h 3413435"/>
                                  <a:gd name="connsiteX11" fmla="*/ 127425 w 313038"/>
                                  <a:gd name="connsiteY11" fmla="*/ 3123446 h 3413435"/>
                                  <a:gd name="connsiteX12" fmla="*/ 95738 w 313038"/>
                                  <a:gd name="connsiteY12" fmla="*/ 3390523 h 3413435"/>
                                  <a:gd name="connsiteX13" fmla="*/ 91211 w 313038"/>
                                  <a:gd name="connsiteY13" fmla="*/ 3381470 h 34134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313038" h="3413435">
                                    <a:moveTo>
                                      <a:pt x="213433" y="0"/>
                                    </a:moveTo>
                                    <a:cubicBezTo>
                                      <a:pt x="207020" y="144856"/>
                                      <a:pt x="200607" y="289712"/>
                                      <a:pt x="181746" y="420987"/>
                                    </a:cubicBezTo>
                                    <a:cubicBezTo>
                                      <a:pt x="162885" y="552262"/>
                                      <a:pt x="126671" y="669957"/>
                                      <a:pt x="100265" y="787652"/>
                                    </a:cubicBezTo>
                                    <a:cubicBezTo>
                                      <a:pt x="73859" y="905347"/>
                                      <a:pt x="39908" y="996636"/>
                                      <a:pt x="23310" y="1127157"/>
                                    </a:cubicBezTo>
                                    <a:cubicBezTo>
                                      <a:pt x="6712" y="1257678"/>
                                      <a:pt x="677" y="1477979"/>
                                      <a:pt x="677" y="1570777"/>
                                    </a:cubicBezTo>
                                    <a:cubicBezTo>
                                      <a:pt x="677" y="1663575"/>
                                      <a:pt x="-6114" y="1647731"/>
                                      <a:pt x="23310" y="1683945"/>
                                    </a:cubicBezTo>
                                    <a:cubicBezTo>
                                      <a:pt x="52734" y="1720159"/>
                                      <a:pt x="136478" y="1747319"/>
                                      <a:pt x="177219" y="1788060"/>
                                    </a:cubicBezTo>
                                    <a:cubicBezTo>
                                      <a:pt x="217960" y="1828801"/>
                                      <a:pt x="245120" y="1865015"/>
                                      <a:pt x="267754" y="1928389"/>
                                    </a:cubicBezTo>
                                    <a:cubicBezTo>
                                      <a:pt x="290388" y="1991763"/>
                                      <a:pt x="313775" y="2055891"/>
                                      <a:pt x="313021" y="2168305"/>
                                    </a:cubicBezTo>
                                    <a:cubicBezTo>
                                      <a:pt x="312267" y="2280719"/>
                                      <a:pt x="282088" y="2498757"/>
                                      <a:pt x="263227" y="2602872"/>
                                    </a:cubicBezTo>
                                    <a:cubicBezTo>
                                      <a:pt x="244366" y="2706987"/>
                                      <a:pt x="222487" y="2706233"/>
                                      <a:pt x="199853" y="2792995"/>
                                    </a:cubicBezTo>
                                    <a:cubicBezTo>
                                      <a:pt x="177219" y="2879757"/>
                                      <a:pt x="144778" y="3023858"/>
                                      <a:pt x="127425" y="3123446"/>
                                    </a:cubicBezTo>
                                    <a:cubicBezTo>
                                      <a:pt x="110072" y="3223034"/>
                                      <a:pt x="101774" y="3347519"/>
                                      <a:pt x="95738" y="3390523"/>
                                    </a:cubicBezTo>
                                    <a:cubicBezTo>
                                      <a:pt x="89702" y="3433527"/>
                                      <a:pt x="90456" y="3407498"/>
                                      <a:pt x="91211" y="338147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252.55pt;margin-top:12.8pt;width:24.65pt;height:268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3038,3413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" path="m213433,v-6413,144856,-12826,289712,-31687,420987c162885,552262,126671,669957,100265,787652,73859,905347,39908,996636,23310,1127157,6712,1257678,677,1477979,677,1570777v,92798,-6791,76954,22633,113168c52734,1720159,136478,1747319,177219,1788060v40741,40741,67901,76955,90535,140329c290388,1991763,313775,2055891,313021,2168305v-754,112414,-30933,330452,-49794,434567c244366,2706987,222487,2706233,199853,2792995v-22634,86762,-55075,230863,-72428,330451c110072,3223034,101774,3347519,95738,3390523v-6036,43004,-5282,16975,-4527,-9053e" filled="f" strokecolor="#7f7f7f [1612]" strokeweight="1.5pt">
                      <v:stroke joinstyle="miter"/>
                      <v:path arrowok="t" o:connecttype="custom" o:connectlocs="213433,0;181746,420987;100265,787652;23310,1127157;677,1570777;23310,1683945;177219,1788060;267754,1928389;313021,2168305;263227,2602872;199853,2792995;127425,3123446;95738,3390523;91211,3381470" o:connectangles="0,0,0,0,0,0,0,0,0,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43447A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7578DDD" wp14:editId="64EA23EF">
                      <wp:simplePos x="0" y="0"/>
                      <wp:positionH relativeFrom="column">
                        <wp:posOffset>3133122</wp:posOffset>
                      </wp:positionH>
                      <wp:positionV relativeFrom="paragraph">
                        <wp:posOffset>167113</wp:posOffset>
                      </wp:positionV>
                      <wp:extent cx="25157" cy="263996"/>
                      <wp:effectExtent l="0" t="0" r="13335" b="60325"/>
                      <wp:wrapNone/>
                      <wp:docPr id="135" name="Freeform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157" cy="263996"/>
                              </a:xfrm>
                              <a:custGeom>
                                <a:avLst/>
                                <a:gdLst>
                                  <a:gd name="connsiteX0" fmla="*/ 6154 w 35156"/>
                                  <a:gd name="connsiteY0" fmla="*/ 5944 h 263996"/>
                                  <a:gd name="connsiteX1" fmla="*/ 34203 w 35156"/>
                                  <a:gd name="connsiteY1" fmla="*/ 28383 h 263996"/>
                                  <a:gd name="connsiteX2" fmla="*/ 17374 w 35156"/>
                                  <a:gd name="connsiteY2" fmla="*/ 67652 h 263996"/>
                                  <a:gd name="connsiteX3" fmla="*/ 22984 w 35156"/>
                                  <a:gd name="connsiteY3" fmla="*/ 95701 h 263996"/>
                                  <a:gd name="connsiteX4" fmla="*/ 34203 w 35156"/>
                                  <a:gd name="connsiteY4" fmla="*/ 112531 h 263996"/>
                                  <a:gd name="connsiteX5" fmla="*/ 22984 w 35156"/>
                                  <a:gd name="connsiteY5" fmla="*/ 224727 h 263996"/>
                                  <a:gd name="connsiteX6" fmla="*/ 17374 w 35156"/>
                                  <a:gd name="connsiteY6" fmla="*/ 247166 h 263996"/>
                                  <a:gd name="connsiteX7" fmla="*/ 11764 w 35156"/>
                                  <a:gd name="connsiteY7" fmla="*/ 263996 h 263996"/>
                                  <a:gd name="connsiteX8" fmla="*/ 6154 w 35156"/>
                                  <a:gd name="connsiteY8" fmla="*/ 185458 h 263996"/>
                                  <a:gd name="connsiteX9" fmla="*/ 544 w 35156"/>
                                  <a:gd name="connsiteY9" fmla="*/ 140580 h 263996"/>
                                  <a:gd name="connsiteX10" fmla="*/ 6154 w 35156"/>
                                  <a:gd name="connsiteY10" fmla="*/ 5944 h 263996"/>
                                  <a:gd name="connsiteX0" fmla="*/ 6159 w 35161"/>
                                  <a:gd name="connsiteY0" fmla="*/ 5944 h 263996"/>
                                  <a:gd name="connsiteX1" fmla="*/ 34208 w 35161"/>
                                  <a:gd name="connsiteY1" fmla="*/ 28383 h 263996"/>
                                  <a:gd name="connsiteX2" fmla="*/ 17379 w 35161"/>
                                  <a:gd name="connsiteY2" fmla="*/ 67652 h 263996"/>
                                  <a:gd name="connsiteX3" fmla="*/ 22989 w 35161"/>
                                  <a:gd name="connsiteY3" fmla="*/ 95701 h 263996"/>
                                  <a:gd name="connsiteX4" fmla="*/ 5 w 35161"/>
                                  <a:gd name="connsiteY4" fmla="*/ 125555 h 263996"/>
                                  <a:gd name="connsiteX5" fmla="*/ 22989 w 35161"/>
                                  <a:gd name="connsiteY5" fmla="*/ 224727 h 263996"/>
                                  <a:gd name="connsiteX6" fmla="*/ 17379 w 35161"/>
                                  <a:gd name="connsiteY6" fmla="*/ 247166 h 263996"/>
                                  <a:gd name="connsiteX7" fmla="*/ 11769 w 35161"/>
                                  <a:gd name="connsiteY7" fmla="*/ 263996 h 263996"/>
                                  <a:gd name="connsiteX8" fmla="*/ 6159 w 35161"/>
                                  <a:gd name="connsiteY8" fmla="*/ 185458 h 263996"/>
                                  <a:gd name="connsiteX9" fmla="*/ 549 w 35161"/>
                                  <a:gd name="connsiteY9" fmla="*/ 140580 h 263996"/>
                                  <a:gd name="connsiteX10" fmla="*/ 6159 w 35161"/>
                                  <a:gd name="connsiteY10" fmla="*/ 5944 h 263996"/>
                                  <a:gd name="connsiteX0" fmla="*/ 7587 w 25157"/>
                                  <a:gd name="connsiteY0" fmla="*/ 5944 h 263996"/>
                                  <a:gd name="connsiteX1" fmla="*/ 1428 w 25157"/>
                                  <a:gd name="connsiteY1" fmla="*/ 28383 h 263996"/>
                                  <a:gd name="connsiteX2" fmla="*/ 18807 w 25157"/>
                                  <a:gd name="connsiteY2" fmla="*/ 67652 h 263996"/>
                                  <a:gd name="connsiteX3" fmla="*/ 24417 w 25157"/>
                                  <a:gd name="connsiteY3" fmla="*/ 95701 h 263996"/>
                                  <a:gd name="connsiteX4" fmla="*/ 1433 w 25157"/>
                                  <a:gd name="connsiteY4" fmla="*/ 125555 h 263996"/>
                                  <a:gd name="connsiteX5" fmla="*/ 24417 w 25157"/>
                                  <a:gd name="connsiteY5" fmla="*/ 224727 h 263996"/>
                                  <a:gd name="connsiteX6" fmla="*/ 18807 w 25157"/>
                                  <a:gd name="connsiteY6" fmla="*/ 247166 h 263996"/>
                                  <a:gd name="connsiteX7" fmla="*/ 13197 w 25157"/>
                                  <a:gd name="connsiteY7" fmla="*/ 263996 h 263996"/>
                                  <a:gd name="connsiteX8" fmla="*/ 7587 w 25157"/>
                                  <a:gd name="connsiteY8" fmla="*/ 185458 h 263996"/>
                                  <a:gd name="connsiteX9" fmla="*/ 1977 w 25157"/>
                                  <a:gd name="connsiteY9" fmla="*/ 140580 h 263996"/>
                                  <a:gd name="connsiteX10" fmla="*/ 7587 w 25157"/>
                                  <a:gd name="connsiteY10" fmla="*/ 5944 h 2639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5157" h="263996">
                                    <a:moveTo>
                                      <a:pt x="7587" y="5944"/>
                                    </a:moveTo>
                                    <a:cubicBezTo>
                                      <a:pt x="7496" y="-12755"/>
                                      <a:pt x="-3927" y="17674"/>
                                      <a:pt x="1428" y="28383"/>
                                    </a:cubicBezTo>
                                    <a:cubicBezTo>
                                      <a:pt x="6604" y="38735"/>
                                      <a:pt x="23443" y="60698"/>
                                      <a:pt x="18807" y="67652"/>
                                    </a:cubicBezTo>
                                    <a:cubicBezTo>
                                      <a:pt x="20677" y="77002"/>
                                      <a:pt x="27313" y="86051"/>
                                      <a:pt x="24417" y="95701"/>
                                    </a:cubicBezTo>
                                    <a:cubicBezTo>
                                      <a:pt x="21521" y="105352"/>
                                      <a:pt x="1059" y="118823"/>
                                      <a:pt x="1433" y="125555"/>
                                    </a:cubicBezTo>
                                    <a:cubicBezTo>
                                      <a:pt x="3618" y="164891"/>
                                      <a:pt x="21521" y="204459"/>
                                      <a:pt x="24417" y="224727"/>
                                    </a:cubicBezTo>
                                    <a:cubicBezTo>
                                      <a:pt x="27313" y="244995"/>
                                      <a:pt x="20925" y="239753"/>
                                      <a:pt x="18807" y="247166"/>
                                    </a:cubicBezTo>
                                    <a:cubicBezTo>
                                      <a:pt x="17182" y="252852"/>
                                      <a:pt x="15067" y="258386"/>
                                      <a:pt x="13197" y="263996"/>
                                    </a:cubicBezTo>
                                    <a:cubicBezTo>
                                      <a:pt x="-8310" y="210232"/>
                                      <a:pt x="7587" y="262760"/>
                                      <a:pt x="7587" y="185458"/>
                                    </a:cubicBezTo>
                                    <a:cubicBezTo>
                                      <a:pt x="7587" y="170382"/>
                                      <a:pt x="2354" y="155651"/>
                                      <a:pt x="1977" y="140580"/>
                                    </a:cubicBezTo>
                                    <a:cubicBezTo>
                                      <a:pt x="481" y="80761"/>
                                      <a:pt x="7678" y="24643"/>
                                      <a:pt x="7587" y="59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reeform 135" o:spid="_x0000_s1026" style="position:absolute;margin-left:246.7pt;margin-top:13.15pt;width:2pt;height:20.8pt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5157,263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" path="m7587,5944c7496,-12755,-3927,17674,1428,28383,6604,38735,23443,60698,18807,67652v1870,9350,8506,18399,5610,28049c21521,105352,1059,118823,1433,125555v2185,39336,20088,78904,22984,99172c27313,244995,20925,239753,18807,247166v-1625,5686,-3740,11220,-5610,16830c-8310,210232,7587,262760,7587,185458v,-15076,-5233,-29807,-5610,-44878c481,80761,7678,24643,7587,5944xe" fillcolor="#7f7f7f [1612]" strokecolor="#7f7f7f [1612]" strokeweight="1pt">
                      <v:stroke joinstyle="miter"/>
                      <v:path arrowok="t" o:connecttype="custom" o:connectlocs="7587,5944;1428,28383;18807,67652;24417,95701;1433,125555;24417,224727;18807,247166;13197,263996;7587,185458;1977,140580;7587,5944" o:connectangles="0,0,0,0,0,0,0,0,0,0,0"/>
                    </v:shape>
                  </w:pict>
                </mc:Fallback>
              </mc:AlternateContent>
            </w:r>
          </w:p>
          <w:p w:rsidR="00734451" w:rsidRPr="00734451" w:rsidRDefault="0043447A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39B3AF90" wp14:editId="3D62E953">
                      <wp:simplePos x="0" y="0"/>
                      <wp:positionH relativeFrom="column">
                        <wp:posOffset>2949726</wp:posOffset>
                      </wp:positionH>
                      <wp:positionV relativeFrom="paragraph">
                        <wp:posOffset>214196</wp:posOffset>
                      </wp:positionV>
                      <wp:extent cx="412854" cy="1810693"/>
                      <wp:effectExtent l="0" t="0" r="25400" b="18415"/>
                      <wp:wrapNone/>
                      <wp:docPr id="133" name="Freeform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854" cy="1810693"/>
                              </a:xfrm>
                              <a:custGeom>
                                <a:avLst/>
                                <a:gdLst>
                                  <a:gd name="connsiteX0" fmla="*/ 0 w 412854"/>
                                  <a:gd name="connsiteY0" fmla="*/ 1810693 h 1810693"/>
                                  <a:gd name="connsiteX1" fmla="*/ 108641 w 412854"/>
                                  <a:gd name="connsiteY1" fmla="*/ 1670365 h 1810693"/>
                                  <a:gd name="connsiteX2" fmla="*/ 167489 w 412854"/>
                                  <a:gd name="connsiteY2" fmla="*/ 1502875 h 1810693"/>
                                  <a:gd name="connsiteX3" fmla="*/ 190123 w 412854"/>
                                  <a:gd name="connsiteY3" fmla="*/ 1317279 h 1810693"/>
                                  <a:gd name="connsiteX4" fmla="*/ 185596 w 412854"/>
                                  <a:gd name="connsiteY4" fmla="*/ 982301 h 1810693"/>
                                  <a:gd name="connsiteX5" fmla="*/ 203703 w 412854"/>
                                  <a:gd name="connsiteY5" fmla="*/ 529628 h 1810693"/>
                                  <a:gd name="connsiteX6" fmla="*/ 239917 w 412854"/>
                                  <a:gd name="connsiteY6" fmla="*/ 221810 h 1810693"/>
                                  <a:gd name="connsiteX7" fmla="*/ 316871 w 412854"/>
                                  <a:gd name="connsiteY7" fmla="*/ 325925 h 1810693"/>
                                  <a:gd name="connsiteX8" fmla="*/ 366665 w 412854"/>
                                  <a:gd name="connsiteY8" fmla="*/ 443620 h 1810693"/>
                                  <a:gd name="connsiteX9" fmla="*/ 307818 w 412854"/>
                                  <a:gd name="connsiteY9" fmla="*/ 946087 h 1810693"/>
                                  <a:gd name="connsiteX10" fmla="*/ 267077 w 412854"/>
                                  <a:gd name="connsiteY10" fmla="*/ 1330860 h 1810693"/>
                                  <a:gd name="connsiteX11" fmla="*/ 285184 w 412854"/>
                                  <a:gd name="connsiteY11" fmla="*/ 1344440 h 1810693"/>
                                  <a:gd name="connsiteX12" fmla="*/ 325925 w 412854"/>
                                  <a:gd name="connsiteY12" fmla="*/ 1158844 h 1810693"/>
                                  <a:gd name="connsiteX13" fmla="*/ 389299 w 412854"/>
                                  <a:gd name="connsiteY13" fmla="*/ 724277 h 1810693"/>
                                  <a:gd name="connsiteX14" fmla="*/ 407406 w 412854"/>
                                  <a:gd name="connsiteY14" fmla="*/ 389299 h 1810693"/>
                                  <a:gd name="connsiteX15" fmla="*/ 298764 w 412854"/>
                                  <a:gd name="connsiteY15" fmla="*/ 185596 h 1810693"/>
                                  <a:gd name="connsiteX16" fmla="*/ 235390 w 412854"/>
                                  <a:gd name="connsiteY16" fmla="*/ 67901 h 1810693"/>
                                  <a:gd name="connsiteX17" fmla="*/ 258024 w 412854"/>
                                  <a:gd name="connsiteY17" fmla="*/ 0 h 18106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412854" h="1810693">
                                    <a:moveTo>
                                      <a:pt x="0" y="1810693"/>
                                    </a:moveTo>
                                    <a:cubicBezTo>
                                      <a:pt x="40363" y="1766180"/>
                                      <a:pt x="80726" y="1721668"/>
                                      <a:pt x="108641" y="1670365"/>
                                    </a:cubicBezTo>
                                    <a:cubicBezTo>
                                      <a:pt x="136556" y="1619062"/>
                                      <a:pt x="153909" y="1561723"/>
                                      <a:pt x="167489" y="1502875"/>
                                    </a:cubicBezTo>
                                    <a:cubicBezTo>
                                      <a:pt x="181069" y="1444027"/>
                                      <a:pt x="187105" y="1404041"/>
                                      <a:pt x="190123" y="1317279"/>
                                    </a:cubicBezTo>
                                    <a:cubicBezTo>
                                      <a:pt x="193141" y="1230517"/>
                                      <a:pt x="183333" y="1113576"/>
                                      <a:pt x="185596" y="982301"/>
                                    </a:cubicBezTo>
                                    <a:cubicBezTo>
                                      <a:pt x="187859" y="851026"/>
                                      <a:pt x="194650" y="656376"/>
                                      <a:pt x="203703" y="529628"/>
                                    </a:cubicBezTo>
                                    <a:cubicBezTo>
                                      <a:pt x="212756" y="402880"/>
                                      <a:pt x="221056" y="255760"/>
                                      <a:pt x="239917" y="221810"/>
                                    </a:cubicBezTo>
                                    <a:cubicBezTo>
                                      <a:pt x="258778" y="187860"/>
                                      <a:pt x="295746" y="288957"/>
                                      <a:pt x="316871" y="325925"/>
                                    </a:cubicBezTo>
                                    <a:cubicBezTo>
                                      <a:pt x="337996" y="362893"/>
                                      <a:pt x="368174" y="340260"/>
                                      <a:pt x="366665" y="443620"/>
                                    </a:cubicBezTo>
                                    <a:cubicBezTo>
                                      <a:pt x="365156" y="546980"/>
                                      <a:pt x="324416" y="798214"/>
                                      <a:pt x="307818" y="946087"/>
                                    </a:cubicBezTo>
                                    <a:cubicBezTo>
                                      <a:pt x="291220" y="1093960"/>
                                      <a:pt x="270849" y="1264468"/>
                                      <a:pt x="267077" y="1330860"/>
                                    </a:cubicBezTo>
                                    <a:cubicBezTo>
                                      <a:pt x="263305" y="1397252"/>
                                      <a:pt x="275376" y="1373109"/>
                                      <a:pt x="285184" y="1344440"/>
                                    </a:cubicBezTo>
                                    <a:cubicBezTo>
                                      <a:pt x="294992" y="1315771"/>
                                      <a:pt x="308573" y="1262204"/>
                                      <a:pt x="325925" y="1158844"/>
                                    </a:cubicBezTo>
                                    <a:cubicBezTo>
                                      <a:pt x="343277" y="1055484"/>
                                      <a:pt x="375719" y="852534"/>
                                      <a:pt x="389299" y="724277"/>
                                    </a:cubicBezTo>
                                    <a:cubicBezTo>
                                      <a:pt x="402879" y="596020"/>
                                      <a:pt x="422495" y="479079"/>
                                      <a:pt x="407406" y="389299"/>
                                    </a:cubicBezTo>
                                    <a:cubicBezTo>
                                      <a:pt x="392317" y="299519"/>
                                      <a:pt x="327433" y="239162"/>
                                      <a:pt x="298764" y="185596"/>
                                    </a:cubicBezTo>
                                    <a:cubicBezTo>
                                      <a:pt x="270095" y="132030"/>
                                      <a:pt x="242180" y="98834"/>
                                      <a:pt x="235390" y="67901"/>
                                    </a:cubicBezTo>
                                    <a:cubicBezTo>
                                      <a:pt x="228600" y="36968"/>
                                      <a:pt x="243312" y="18484"/>
                                      <a:pt x="258024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3" o:spid="_x0000_s1026" style="position:absolute;margin-left:232.25pt;margin-top:16.85pt;width:32.5pt;height:142.5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854,1810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" path="m,1810693v40363,-44513,80726,-89025,108641,-140328c136556,1619062,153909,1561723,167489,1502875v13580,-58848,19616,-98834,22634,-185596c193141,1230517,183333,1113576,185596,982301v2263,-131275,9054,-325925,18107,-452673c212756,402880,221056,255760,239917,221810v18861,-33950,55829,67147,76954,104115c337996,362893,368174,340260,366665,443620v-1509,103360,-42249,354594,-58847,502467c291220,1093960,270849,1264468,267077,1330860v-3772,66392,8299,42249,18107,13580c294992,1315771,308573,1262204,325925,1158844v17352,-103360,49794,-306310,63374,-434567c402879,596020,422495,479079,407406,389299,392317,299519,327433,239162,298764,185596,270095,132030,242180,98834,235390,67901,228600,36968,243312,18484,258024,e" filled="f" strokecolor="#7f7f7f [1612]" strokeweight="1.5pt">
                      <v:stroke joinstyle="miter"/>
                      <v:path arrowok="t" o:connecttype="custom" o:connectlocs="0,1810693;108641,1670365;167489,1502875;190123,1317279;185596,982301;203703,529628;239917,221810;316871,325925;366665,443620;307818,946087;267077,1330860;285184,1344440;325925,1158844;389299,724277;407406,389299;298764,185596;235390,67901;258024,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440BB644" wp14:editId="105C18E3">
                      <wp:simplePos x="0" y="0"/>
                      <wp:positionH relativeFrom="column">
                        <wp:posOffset>3203223</wp:posOffset>
                      </wp:positionH>
                      <wp:positionV relativeFrom="paragraph">
                        <wp:posOffset>200616</wp:posOffset>
                      </wp:positionV>
                      <wp:extent cx="260153" cy="1788059"/>
                      <wp:effectExtent l="0" t="0" r="26035" b="22225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153" cy="1788059"/>
                              </a:xfrm>
                              <a:custGeom>
                                <a:avLst/>
                                <a:gdLst>
                                  <a:gd name="connsiteX0" fmla="*/ 0 w 260153"/>
                                  <a:gd name="connsiteY0" fmla="*/ 0 h 1788059"/>
                                  <a:gd name="connsiteX1" fmla="*/ 167489 w 260153"/>
                                  <a:gd name="connsiteY1" fmla="*/ 126749 h 1788059"/>
                                  <a:gd name="connsiteX2" fmla="*/ 258024 w 260153"/>
                                  <a:gd name="connsiteY2" fmla="*/ 285184 h 1788059"/>
                                  <a:gd name="connsiteX3" fmla="*/ 226337 w 260153"/>
                                  <a:gd name="connsiteY3" fmla="*/ 769545 h 1788059"/>
                                  <a:gd name="connsiteX4" fmla="*/ 167489 w 260153"/>
                                  <a:gd name="connsiteY4" fmla="*/ 982301 h 1788059"/>
                                  <a:gd name="connsiteX5" fmla="*/ 122222 w 260153"/>
                                  <a:gd name="connsiteY5" fmla="*/ 1208638 h 1788059"/>
                                  <a:gd name="connsiteX6" fmla="*/ 63374 w 260153"/>
                                  <a:gd name="connsiteY6" fmla="*/ 1597937 h 1788059"/>
                                  <a:gd name="connsiteX7" fmla="*/ 49794 w 260153"/>
                                  <a:gd name="connsiteY7" fmla="*/ 1788059 h 1788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60153" h="1788059">
                                    <a:moveTo>
                                      <a:pt x="0" y="0"/>
                                    </a:moveTo>
                                    <a:cubicBezTo>
                                      <a:pt x="62242" y="39609"/>
                                      <a:pt x="124485" y="79218"/>
                                      <a:pt x="167489" y="126749"/>
                                    </a:cubicBezTo>
                                    <a:cubicBezTo>
                                      <a:pt x="210493" y="174280"/>
                                      <a:pt x="248216" y="178051"/>
                                      <a:pt x="258024" y="285184"/>
                                    </a:cubicBezTo>
                                    <a:cubicBezTo>
                                      <a:pt x="267832" y="392317"/>
                                      <a:pt x="241426" y="653359"/>
                                      <a:pt x="226337" y="769545"/>
                                    </a:cubicBezTo>
                                    <a:cubicBezTo>
                                      <a:pt x="211248" y="885731"/>
                                      <a:pt x="184841" y="909119"/>
                                      <a:pt x="167489" y="982301"/>
                                    </a:cubicBezTo>
                                    <a:cubicBezTo>
                                      <a:pt x="150137" y="1055483"/>
                                      <a:pt x="139575" y="1106032"/>
                                      <a:pt x="122222" y="1208638"/>
                                    </a:cubicBezTo>
                                    <a:cubicBezTo>
                                      <a:pt x="104870" y="1311244"/>
                                      <a:pt x="75445" y="1501367"/>
                                      <a:pt x="63374" y="1597937"/>
                                    </a:cubicBezTo>
                                    <a:cubicBezTo>
                                      <a:pt x="51303" y="1694507"/>
                                      <a:pt x="50548" y="1741283"/>
                                      <a:pt x="49794" y="178805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252.2pt;margin-top:15.8pt;width:20.5pt;height:140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0153,1788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" path="m,c62242,39609,124485,79218,167489,126749v43004,47531,80727,51302,90535,158435c267832,392317,241426,653359,226337,769545,211248,885731,184841,909119,167489,982301v-17352,73182,-27914,123731,-45267,226337c104870,1311244,75445,1501367,63374,1597937v-12071,96570,-12826,143346,-13580,190122e" filled="f" strokecolor="#7f7f7f [1612]" strokeweight="1.5pt">
                      <v:stroke joinstyle="miter"/>
                      <v:path arrowok="t" o:connecttype="custom" o:connectlocs="0,0;167489,126749;258024,285184;226337,769545;167489,982301;122222,1208638;63374,1597937;49794,1788059" o:connectangles="0,0,0,0,0,0,0,0"/>
                    </v:shape>
                  </w:pict>
                </mc:Fallback>
              </mc:AlternateContent>
            </w:r>
          </w:p>
          <w:p w:rsidR="00734451" w:rsidRDefault="00734451" w:rsidP="00734451"/>
          <w:p w:rsidR="00813362" w:rsidRPr="00734451" w:rsidRDefault="00F55627" w:rsidP="00734451">
            <w:pPr>
              <w:tabs>
                <w:tab w:val="left" w:pos="6345"/>
              </w:tabs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6E70F23D" wp14:editId="7E0A0D89">
                      <wp:simplePos x="0" y="0"/>
                      <wp:positionH relativeFrom="column">
                        <wp:posOffset>3193717</wp:posOffset>
                      </wp:positionH>
                      <wp:positionV relativeFrom="paragraph">
                        <wp:posOffset>795575</wp:posOffset>
                      </wp:positionV>
                      <wp:extent cx="79391" cy="415442"/>
                      <wp:effectExtent l="0" t="0" r="15875" b="2286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91" cy="415442"/>
                              </a:xfrm>
                              <a:custGeom>
                                <a:avLst/>
                                <a:gdLst>
                                  <a:gd name="connsiteX0" fmla="*/ 35641 w 79391"/>
                                  <a:gd name="connsiteY0" fmla="*/ 7844 h 415442"/>
                                  <a:gd name="connsiteX1" fmla="*/ 1136 w 79391"/>
                                  <a:gd name="connsiteY1" fmla="*/ 413285 h 415442"/>
                                  <a:gd name="connsiteX2" fmla="*/ 78773 w 79391"/>
                                  <a:gd name="connsiteY2" fmla="*/ 163119 h 415442"/>
                                  <a:gd name="connsiteX3" fmla="*/ 35641 w 79391"/>
                                  <a:gd name="connsiteY3" fmla="*/ 7844 h 4154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9391" h="415442">
                                    <a:moveTo>
                                      <a:pt x="35641" y="7844"/>
                                    </a:moveTo>
                                    <a:cubicBezTo>
                                      <a:pt x="22702" y="49538"/>
                                      <a:pt x="-6053" y="387406"/>
                                      <a:pt x="1136" y="413285"/>
                                    </a:cubicBezTo>
                                    <a:cubicBezTo>
                                      <a:pt x="8325" y="439164"/>
                                      <a:pt x="73022" y="224942"/>
                                      <a:pt x="78773" y="163119"/>
                                    </a:cubicBezTo>
                                    <a:cubicBezTo>
                                      <a:pt x="84524" y="101296"/>
                                      <a:pt x="48580" y="-33850"/>
                                      <a:pt x="35641" y="78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o:spid="_x0000_s1026" style="position:absolute;margin-left:251.45pt;margin-top:62.65pt;width:6.25pt;height:32.7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391,415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" path="m35641,7844c22702,49538,-6053,387406,1136,413285,8325,439164,73022,224942,78773,163119,84524,101296,48580,-33850,35641,7844xe" fillcolor="#0d0d0d [3069]" strokecolor="#0d0d0d [3069]" strokeweight="1pt">
                      <v:stroke joinstyle="miter"/>
                      <v:path arrowok="t" o:connecttype="custom" o:connectlocs="35641,7844;1136,413285;78773,163119;35641,7844" o:connectangles="0,0,0,0"/>
                    </v:shape>
                  </w:pict>
                </mc:Fallback>
              </mc:AlternateContent>
            </w:r>
            <w:r w:rsidR="007664D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654FD56" wp14:editId="758794FF">
                      <wp:simplePos x="0" y="0"/>
                      <wp:positionH relativeFrom="column">
                        <wp:posOffset>3228689</wp:posOffset>
                      </wp:positionH>
                      <wp:positionV relativeFrom="paragraph">
                        <wp:posOffset>1439966</wp:posOffset>
                      </wp:positionV>
                      <wp:extent cx="112813" cy="19086"/>
                      <wp:effectExtent l="0" t="0" r="20955" b="1905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813" cy="19086"/>
                              </a:xfrm>
                              <a:custGeom>
                                <a:avLst/>
                                <a:gdLst>
                                  <a:gd name="connsiteX0" fmla="*/ 112813 w 112813"/>
                                  <a:gd name="connsiteY0" fmla="*/ 10434 h 19086"/>
                                  <a:gd name="connsiteX1" fmla="*/ 26549 w 112813"/>
                                  <a:gd name="connsiteY1" fmla="*/ 10434 h 19086"/>
                                  <a:gd name="connsiteX2" fmla="*/ 669 w 112813"/>
                                  <a:gd name="connsiteY2" fmla="*/ 1807 h 19086"/>
                                  <a:gd name="connsiteX3" fmla="*/ 17922 w 112813"/>
                                  <a:gd name="connsiteY3" fmla="*/ 1807 h 1908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12813" h="19086">
                                    <a:moveTo>
                                      <a:pt x="112813" y="10434"/>
                                    </a:moveTo>
                                    <a:cubicBezTo>
                                      <a:pt x="61695" y="20657"/>
                                      <a:pt x="77667" y="23214"/>
                                      <a:pt x="26549" y="10434"/>
                                    </a:cubicBezTo>
                                    <a:cubicBezTo>
                                      <a:pt x="17727" y="8229"/>
                                      <a:pt x="7099" y="8237"/>
                                      <a:pt x="669" y="1807"/>
                                    </a:cubicBezTo>
                                    <a:cubicBezTo>
                                      <a:pt x="-3398" y="-2260"/>
                                      <a:pt x="12171" y="1807"/>
                                      <a:pt x="17922" y="1807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7" o:spid="_x0000_s1026" style="position:absolute;margin-left:254.25pt;margin-top:113.4pt;width:8.9pt;height:1.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813,19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" path="m112813,10434v-51118,10223,-35146,12780,-86264,c17727,8229,7099,8237,669,1807v-4067,-4067,11502,,17253,e" filled="f" strokecolor="red" strokeweight="1.75pt">
                      <v:stroke joinstyle="miter"/>
                      <v:path arrowok="t" o:connecttype="custom" o:connectlocs="112813,10434;26549,10434;669,1807;17922,1807" o:connectangles="0,0,0,0"/>
                    </v:shape>
                  </w:pict>
                </mc:Fallback>
              </mc:AlternateContent>
            </w:r>
            <w:r w:rsidR="007664D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3B0F02D" wp14:editId="35FA990F">
                      <wp:simplePos x="0" y="0"/>
                      <wp:positionH relativeFrom="column">
                        <wp:posOffset>3263864</wp:posOffset>
                      </wp:positionH>
                      <wp:positionV relativeFrom="paragraph">
                        <wp:posOffset>763740</wp:posOffset>
                      </wp:positionV>
                      <wp:extent cx="112172" cy="538416"/>
                      <wp:effectExtent l="0" t="0" r="21590" b="14605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2172" cy="538416"/>
                              </a:xfrm>
                              <a:custGeom>
                                <a:avLst/>
                                <a:gdLst>
                                  <a:gd name="connsiteX0" fmla="*/ 43132 w 112172"/>
                                  <a:gd name="connsiteY0" fmla="*/ 160449 h 538416"/>
                                  <a:gd name="connsiteX1" fmla="*/ 0 w 112172"/>
                                  <a:gd name="connsiteY1" fmla="*/ 514132 h 538416"/>
                                  <a:gd name="connsiteX2" fmla="*/ 43132 w 112172"/>
                                  <a:gd name="connsiteY2" fmla="*/ 453747 h 538416"/>
                                  <a:gd name="connsiteX3" fmla="*/ 112143 w 112172"/>
                                  <a:gd name="connsiteY3" fmla="*/ 22426 h 538416"/>
                                  <a:gd name="connsiteX4" fmla="*/ 34506 w 112172"/>
                                  <a:gd name="connsiteY4" fmla="*/ 100064 h 5384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2172" h="538416">
                                    <a:moveTo>
                                      <a:pt x="43132" y="160449"/>
                                    </a:moveTo>
                                    <a:cubicBezTo>
                                      <a:pt x="21566" y="312849"/>
                                      <a:pt x="0" y="465249"/>
                                      <a:pt x="0" y="514132"/>
                                    </a:cubicBezTo>
                                    <a:cubicBezTo>
                                      <a:pt x="0" y="563015"/>
                                      <a:pt x="24441" y="535698"/>
                                      <a:pt x="43132" y="453747"/>
                                    </a:cubicBezTo>
                                    <a:cubicBezTo>
                                      <a:pt x="61823" y="371796"/>
                                      <a:pt x="113581" y="81373"/>
                                      <a:pt x="112143" y="22426"/>
                                    </a:cubicBezTo>
                                    <a:cubicBezTo>
                                      <a:pt x="110705" y="-36521"/>
                                      <a:pt x="72605" y="31771"/>
                                      <a:pt x="34506" y="100064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6" o:spid="_x0000_s1026" style="position:absolute;margin-left:257pt;margin-top:60.15pt;width:8.85pt;height:42.4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2172,538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" path="m43132,160449c21566,312849,,465249,,514132v,48883,24441,21566,43132,-60385c61823,371796,113581,81373,112143,22426v-1438,-58947,-39538,9345,-77637,77638e" fillcolor="#0d0d0d [3069]" strokecolor="#0d0d0d [3069]" strokeweight="1pt">
                      <v:stroke joinstyle="miter"/>
                      <v:path arrowok="t" o:connecttype="custom" o:connectlocs="43132,160449;0,514132;43132,453747;112143,22426;34506,100064" o:connectangles="0,0,0,0,0"/>
                    </v:shape>
                  </w:pict>
                </mc:Fallback>
              </mc:AlternateContent>
            </w:r>
            <w:r w:rsidR="00734451">
              <w:tab/>
            </w:r>
          </w:p>
        </w:tc>
      </w:tr>
      <w:tr w:rsidR="009E0202" w:rsidRPr="00316518" w:rsidTr="00234517">
        <w:trPr>
          <w:trHeight w:hRule="exact" w:val="5908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43447A" w:rsidRDefault="00C93B52" w:rsidP="0043447A">
            <w:pPr>
              <w:jc w:val="both"/>
            </w:pPr>
            <w:r>
              <w:lastRenderedPageBreak/>
              <w:t>Report:</w:t>
            </w:r>
            <w:r w:rsidR="0043447A" w:rsidRPr="0043447A">
              <w:t xml:space="preserve"> </w:t>
            </w:r>
          </w:p>
          <w:p w:rsidR="00F55627" w:rsidRPr="00F55627" w:rsidRDefault="00F55627" w:rsidP="0043447A">
            <w:pPr>
              <w:jc w:val="both"/>
              <w:rPr>
                <w:b/>
                <w:u w:val="single"/>
              </w:rPr>
            </w:pPr>
            <w:r w:rsidRPr="00F55627">
              <w:rPr>
                <w:b/>
                <w:u w:val="single"/>
              </w:rPr>
              <w:t>Abdomen:</w:t>
            </w:r>
          </w:p>
          <w:p w:rsidR="00F55627" w:rsidRDefault="00F55627" w:rsidP="00F55627">
            <w:pPr>
              <w:jc w:val="both"/>
            </w:pPr>
            <w:r>
              <w:t>The Aorta and CIA’s were not visualised due to overlying bowel gas. The EIA’s bilaterally were patent w</w:t>
            </w:r>
            <w:r w:rsidR="00234517">
              <w:t xml:space="preserve">ith triphasic waveforms noted. </w:t>
            </w:r>
          </w:p>
          <w:p w:rsidR="00F55627" w:rsidRPr="00F55627" w:rsidRDefault="00F55627" w:rsidP="00F55627">
            <w:pPr>
              <w:jc w:val="both"/>
              <w:rPr>
                <w:b/>
                <w:u w:val="single"/>
              </w:rPr>
            </w:pPr>
            <w:r w:rsidRPr="00F55627">
              <w:rPr>
                <w:b/>
                <w:u w:val="single"/>
              </w:rPr>
              <w:t>Left lower extremity:</w:t>
            </w:r>
          </w:p>
          <w:p w:rsidR="00F55627" w:rsidRDefault="00F55627" w:rsidP="00F55627">
            <w:pPr>
              <w:jc w:val="both"/>
            </w:pPr>
            <w:r>
              <w:t xml:space="preserve"> The CFA, Profunda Femoris</w:t>
            </w:r>
            <w:r w:rsidR="00BB0AC2">
              <w:t>, and Superficial Femoral arteries</w:t>
            </w:r>
            <w:r>
              <w:t xml:space="preserve"> are patent with calcific atheroma noted. The S</w:t>
            </w:r>
            <w:r w:rsidR="00BB0AC2">
              <w:t>FA is segmentally imaged although,</w:t>
            </w:r>
            <w:r>
              <w:t xml:space="preserve"> where sampled tri-biphasic flow is noted. </w:t>
            </w:r>
          </w:p>
          <w:p w:rsidR="00F55627" w:rsidRDefault="00234517" w:rsidP="00F55627">
            <w:pPr>
              <w:jc w:val="both"/>
            </w:pPr>
            <w:r>
              <w:t xml:space="preserve">The popliteal and TPT are patent with tri-biphasic waveforms with diffuse calcific atheroma. </w:t>
            </w:r>
          </w:p>
          <w:p w:rsidR="00234517" w:rsidRDefault="00234517" w:rsidP="00F55627">
            <w:pPr>
              <w:jc w:val="both"/>
            </w:pPr>
            <w:r>
              <w:t xml:space="preserve">The ATA is patent to the mid-calf with diffuse calcific atheroma causing acoustic shadowing; bi-triphasic waveforms are noted. The ATA from the mid-calf was observed to have no colour or Doppler signal to the ankle suggestive of total occlusion. </w:t>
            </w:r>
            <w:r w:rsidR="00BB0AC2">
              <w:t xml:space="preserve">The DPA is reformed with dampened monophasic waveforms. </w:t>
            </w:r>
          </w:p>
          <w:p w:rsidR="00234517" w:rsidRDefault="00234517" w:rsidP="00F55627">
            <w:pPr>
              <w:jc w:val="both"/>
            </w:pPr>
            <w:r>
              <w:t>The PTA is diffusely calcified with acoustic</w:t>
            </w:r>
            <w:r w:rsidR="00BB0AC2">
              <w:t xml:space="preserve"> shadowing to the ankle however;</w:t>
            </w:r>
            <w:r>
              <w:t xml:space="preserve"> tri-biphasic waveforms are noted where imaged. </w:t>
            </w:r>
          </w:p>
          <w:p w:rsidR="00234517" w:rsidRDefault="00234517" w:rsidP="00F55627">
            <w:pPr>
              <w:jc w:val="both"/>
            </w:pPr>
            <w:r>
              <w:t xml:space="preserve">The Peroneal was difficult to visualise due to disease. The distal peroneal is of small diameter with no colour or Doppler flow detected suggestive of occlusion. </w:t>
            </w:r>
          </w:p>
          <w:p w:rsidR="00F55627" w:rsidRPr="0043447A" w:rsidRDefault="00F55627" w:rsidP="00F55627">
            <w:pPr>
              <w:jc w:val="both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234517" w:rsidP="009D4370">
            <w:pPr>
              <w:pStyle w:val="CUSTOMColumnText"/>
            </w:pPr>
            <w:r>
              <w:t xml:space="preserve">Kindly schedule follow-up in 6 </w:t>
            </w:r>
            <w:r w:rsidR="004428BF">
              <w:t>months’ time</w:t>
            </w:r>
            <w:r>
              <w:t xml:space="preserve">.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19D" w:rsidRDefault="00C2519D" w:rsidP="005748E3">
      <w:pPr>
        <w:spacing w:after="0" w:line="240" w:lineRule="auto"/>
      </w:pPr>
      <w:r>
        <w:separator/>
      </w:r>
    </w:p>
  </w:endnote>
  <w:endnote w:type="continuationSeparator" w:id="0">
    <w:p w:rsidR="00C2519D" w:rsidRDefault="00C2519D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D" w:rsidRDefault="00C2519D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3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4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19D" w:rsidRPr="00734451" w:rsidRDefault="00C2519D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19D" w:rsidRPr="00734451" w:rsidRDefault="00C2519D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2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31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2519D" w:rsidRPr="00734451" w:rsidRDefault="00C2519D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38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39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519D" w:rsidRPr="00734451" w:rsidRDefault="00C2519D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8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2519D" w:rsidRPr="00734451" w:rsidRDefault="00C2519D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1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19D" w:rsidRDefault="00C2519D" w:rsidP="005748E3">
      <w:pPr>
        <w:spacing w:after="0" w:line="240" w:lineRule="auto"/>
      </w:pPr>
      <w:r>
        <w:separator/>
      </w:r>
    </w:p>
  </w:footnote>
  <w:footnote w:type="continuationSeparator" w:id="0">
    <w:p w:rsidR="00C2519D" w:rsidRDefault="00C2519D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D" w:rsidRDefault="00C2519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19D" w:rsidRDefault="00C2519D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19D" w:rsidRDefault="00C2519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519D" w:rsidRDefault="00C2519D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FD"/>
    <w:rsid w:val="00000CAF"/>
    <w:rsid w:val="00002C57"/>
    <w:rsid w:val="0002322E"/>
    <w:rsid w:val="000304A4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6F8F"/>
    <w:rsid w:val="00191142"/>
    <w:rsid w:val="001A0461"/>
    <w:rsid w:val="001A2E3B"/>
    <w:rsid w:val="001A7AF4"/>
    <w:rsid w:val="001C0F37"/>
    <w:rsid w:val="001C2A3A"/>
    <w:rsid w:val="001C3912"/>
    <w:rsid w:val="001D528C"/>
    <w:rsid w:val="001E0F5F"/>
    <w:rsid w:val="001F44A2"/>
    <w:rsid w:val="00210977"/>
    <w:rsid w:val="00217914"/>
    <w:rsid w:val="00226007"/>
    <w:rsid w:val="0023354F"/>
    <w:rsid w:val="00234517"/>
    <w:rsid w:val="002739C8"/>
    <w:rsid w:val="002867C0"/>
    <w:rsid w:val="002932DD"/>
    <w:rsid w:val="00293ED4"/>
    <w:rsid w:val="002A016B"/>
    <w:rsid w:val="002A3DFD"/>
    <w:rsid w:val="002A76FD"/>
    <w:rsid w:val="002B3F67"/>
    <w:rsid w:val="002C4E13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447A"/>
    <w:rsid w:val="004353A0"/>
    <w:rsid w:val="004428BF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57E8"/>
    <w:rsid w:val="00656DF2"/>
    <w:rsid w:val="0067732A"/>
    <w:rsid w:val="0069549A"/>
    <w:rsid w:val="006D3CE8"/>
    <w:rsid w:val="00701D82"/>
    <w:rsid w:val="007102C1"/>
    <w:rsid w:val="007112FB"/>
    <w:rsid w:val="00721A7D"/>
    <w:rsid w:val="00734451"/>
    <w:rsid w:val="00741B96"/>
    <w:rsid w:val="007664DB"/>
    <w:rsid w:val="0078169E"/>
    <w:rsid w:val="00794F40"/>
    <w:rsid w:val="007D1C83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B0AC2"/>
    <w:rsid w:val="00BC1FD0"/>
    <w:rsid w:val="00BC5836"/>
    <w:rsid w:val="00BD1B90"/>
    <w:rsid w:val="00BE046B"/>
    <w:rsid w:val="00C003DC"/>
    <w:rsid w:val="00C14503"/>
    <w:rsid w:val="00C248BC"/>
    <w:rsid w:val="00C24FD1"/>
    <w:rsid w:val="00C2519D"/>
    <w:rsid w:val="00C36AA5"/>
    <w:rsid w:val="00C44E9D"/>
    <w:rsid w:val="00C64AE2"/>
    <w:rsid w:val="00C71224"/>
    <w:rsid w:val="00C90BFA"/>
    <w:rsid w:val="00C93B52"/>
    <w:rsid w:val="00C943BB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55627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3A2B190A</Template>
  <TotalTime>2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5</cp:revision>
  <cp:lastPrinted>2019-07-15T11:58:00Z</cp:lastPrinted>
  <dcterms:created xsi:type="dcterms:W3CDTF">2019-07-15T11:58:00Z</dcterms:created>
  <dcterms:modified xsi:type="dcterms:W3CDTF">2019-10-15T09:44:00Z</dcterms:modified>
</cp:coreProperties>
</file>